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3920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0966C3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5F6539" w14:textId="4DFC88C8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C067E1">
        <w:rPr>
          <w:rFonts w:ascii="Corbel" w:hAnsi="Corbel"/>
          <w:i/>
          <w:smallCaps/>
          <w:sz w:val="24"/>
          <w:szCs w:val="24"/>
        </w:rPr>
        <w:t>2022-2024</w:t>
      </w:r>
    </w:p>
    <w:p w14:paraId="25E3684E" w14:textId="2EF44410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C067E1">
        <w:rPr>
          <w:rFonts w:ascii="Corbel" w:hAnsi="Corbel"/>
          <w:sz w:val="20"/>
          <w:szCs w:val="20"/>
        </w:rPr>
        <w:t>3</w:t>
      </w:r>
      <w:r w:rsidR="00A03E51">
        <w:rPr>
          <w:rFonts w:ascii="Corbel" w:hAnsi="Corbel"/>
          <w:sz w:val="20"/>
          <w:szCs w:val="20"/>
        </w:rPr>
        <w:t>-</w:t>
      </w:r>
      <w:r w:rsidR="00D66098">
        <w:rPr>
          <w:rFonts w:ascii="Corbel" w:hAnsi="Corbel"/>
          <w:sz w:val="20"/>
          <w:szCs w:val="20"/>
        </w:rPr>
        <w:t>202</w:t>
      </w:r>
      <w:r w:rsidR="00C067E1">
        <w:rPr>
          <w:rFonts w:ascii="Corbel" w:hAnsi="Corbel"/>
          <w:sz w:val="20"/>
          <w:szCs w:val="20"/>
        </w:rPr>
        <w:t>4</w:t>
      </w:r>
    </w:p>
    <w:p w14:paraId="202534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592D5C" w14:textId="4A14DD45" w:rsidR="0085747A" w:rsidRDefault="0085747A" w:rsidP="006615BD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615BD">
        <w:rPr>
          <w:rFonts w:ascii="Corbel" w:hAnsi="Corbel"/>
          <w:szCs w:val="24"/>
        </w:rPr>
        <w:t xml:space="preserve"> </w:t>
      </w:r>
    </w:p>
    <w:p w14:paraId="642A6941" w14:textId="77777777" w:rsidR="006615BD" w:rsidRPr="009C54AE" w:rsidRDefault="006615BD" w:rsidP="006615BD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8E82F2" w14:textId="77777777" w:rsidTr="00B819C8">
        <w:tc>
          <w:tcPr>
            <w:tcW w:w="2694" w:type="dxa"/>
            <w:vAlign w:val="center"/>
          </w:tcPr>
          <w:p w14:paraId="4E2E14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99DFB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58CA3A0" w14:textId="77777777" w:rsidTr="00B819C8">
        <w:tc>
          <w:tcPr>
            <w:tcW w:w="2694" w:type="dxa"/>
            <w:vAlign w:val="center"/>
          </w:tcPr>
          <w:p w14:paraId="094252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6FA152" w14:textId="77777777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E/II/EUB/C-1.2a</w:t>
            </w:r>
          </w:p>
        </w:tc>
      </w:tr>
      <w:tr w:rsidR="0085747A" w:rsidRPr="009C54AE" w14:paraId="2409AEDB" w14:textId="77777777" w:rsidTr="00B819C8">
        <w:tc>
          <w:tcPr>
            <w:tcW w:w="2694" w:type="dxa"/>
            <w:vAlign w:val="center"/>
          </w:tcPr>
          <w:p w14:paraId="5F6E0CF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F513E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239E" w:rsidRPr="009C54AE" w14:paraId="53F48E25" w14:textId="77777777" w:rsidTr="00B819C8">
        <w:tc>
          <w:tcPr>
            <w:tcW w:w="2694" w:type="dxa"/>
            <w:vAlign w:val="center"/>
          </w:tcPr>
          <w:p w14:paraId="2285DFE7" w14:textId="77777777" w:rsidR="00C8239E" w:rsidRPr="009C54AE" w:rsidRDefault="00C8239E" w:rsidP="00C82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EB5A51" w14:textId="6995208A" w:rsidR="00C8239E" w:rsidRPr="009C54AE" w:rsidRDefault="00C8239E" w:rsidP="00C82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2B4E4F" w14:textId="77777777" w:rsidTr="00B819C8">
        <w:tc>
          <w:tcPr>
            <w:tcW w:w="2694" w:type="dxa"/>
            <w:vAlign w:val="center"/>
          </w:tcPr>
          <w:p w14:paraId="67FE0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8089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99FA19D" w14:textId="77777777" w:rsidTr="00B819C8">
        <w:tc>
          <w:tcPr>
            <w:tcW w:w="2694" w:type="dxa"/>
            <w:vAlign w:val="center"/>
          </w:tcPr>
          <w:p w14:paraId="1667E81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40A250" w14:textId="607D602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153EC0" w14:textId="77777777" w:rsidTr="00B819C8">
        <w:tc>
          <w:tcPr>
            <w:tcW w:w="2694" w:type="dxa"/>
            <w:vAlign w:val="center"/>
          </w:tcPr>
          <w:p w14:paraId="2C07F9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D9B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3A0DF4C" w14:textId="77777777" w:rsidTr="00B819C8">
        <w:tc>
          <w:tcPr>
            <w:tcW w:w="2694" w:type="dxa"/>
            <w:vAlign w:val="center"/>
          </w:tcPr>
          <w:p w14:paraId="0C15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A10DF3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26EC90" w14:textId="77777777" w:rsidTr="00B819C8">
        <w:tc>
          <w:tcPr>
            <w:tcW w:w="2694" w:type="dxa"/>
            <w:vAlign w:val="center"/>
          </w:tcPr>
          <w:p w14:paraId="6DA32D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03CEF2" w14:textId="4C6433B1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36B0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05D3B2E8" w14:textId="77777777" w:rsidTr="00B819C8">
        <w:tc>
          <w:tcPr>
            <w:tcW w:w="2694" w:type="dxa"/>
            <w:vAlign w:val="center"/>
          </w:tcPr>
          <w:p w14:paraId="314E11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F6B6E8" w14:textId="7F955B3D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4A2A9744" w14:textId="77777777" w:rsidTr="00B819C8">
        <w:tc>
          <w:tcPr>
            <w:tcW w:w="2694" w:type="dxa"/>
            <w:vAlign w:val="center"/>
          </w:tcPr>
          <w:p w14:paraId="258332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4243A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37C4447" w14:textId="77777777" w:rsidTr="00B819C8">
        <w:tc>
          <w:tcPr>
            <w:tcW w:w="2694" w:type="dxa"/>
            <w:vAlign w:val="center"/>
          </w:tcPr>
          <w:p w14:paraId="5EF9E2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77BC36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172D5957" w14:textId="77777777" w:rsidTr="00B819C8">
        <w:tc>
          <w:tcPr>
            <w:tcW w:w="2694" w:type="dxa"/>
            <w:vAlign w:val="center"/>
          </w:tcPr>
          <w:p w14:paraId="215417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12D2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1C91CCC" w14:textId="3ABB3F5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A605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0D66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2ACB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F3BC0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D2AF" w14:textId="77777777" w:rsidR="00015B8F" w:rsidRDefault="00015B8F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315E02" w14:textId="77777777" w:rsidR="00015B8F" w:rsidRPr="009C54AE" w:rsidRDefault="002B5EA0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7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76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20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C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D7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E4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F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81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584DDA" w14:textId="77777777" w:rsidTr="00C823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085A" w14:textId="19125230" w:rsidR="00015B8F" w:rsidRPr="009C54AE" w:rsidRDefault="00436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13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28E6" w14:textId="77777777" w:rsidR="00015B8F" w:rsidRPr="009C54AE" w:rsidRDefault="00784D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E5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35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34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AC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FA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0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AE1C" w14:textId="309BC705" w:rsidR="00015B8F" w:rsidRPr="009C54AE" w:rsidRDefault="00436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AF6A5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0B5D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16547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2B2910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7182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B93E8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9FA45F" w14:textId="5424B486" w:rsidR="009C54AE" w:rsidRDefault="002A38C9" w:rsidP="00C8239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CF87E58" w14:textId="77777777" w:rsidR="00C8239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6F826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2D760B" w14:textId="77777777" w:rsidTr="00745302">
        <w:tc>
          <w:tcPr>
            <w:tcW w:w="9670" w:type="dxa"/>
          </w:tcPr>
          <w:p w14:paraId="48D816EA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24F3DB3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164C2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744AEF" w14:textId="1A0CAE74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76B9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FA10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5E4D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13140600" w14:textId="77777777" w:rsidTr="00923D7D">
        <w:tc>
          <w:tcPr>
            <w:tcW w:w="851" w:type="dxa"/>
            <w:vAlign w:val="center"/>
          </w:tcPr>
          <w:p w14:paraId="7DC0EE9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8E9C6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15E861DB" w14:textId="77777777" w:rsidTr="00923D7D">
        <w:tc>
          <w:tcPr>
            <w:tcW w:w="851" w:type="dxa"/>
            <w:vAlign w:val="center"/>
          </w:tcPr>
          <w:p w14:paraId="0236DFFB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3B599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9200D42" w14:textId="77777777" w:rsidTr="00923D7D">
        <w:tc>
          <w:tcPr>
            <w:tcW w:w="851" w:type="dxa"/>
            <w:vAlign w:val="center"/>
          </w:tcPr>
          <w:p w14:paraId="0EFEC5E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FC1E3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DA95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AE163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597CA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6A80F3CA" w14:textId="77777777" w:rsidTr="00054406">
        <w:tc>
          <w:tcPr>
            <w:tcW w:w="1701" w:type="dxa"/>
            <w:vAlign w:val="center"/>
          </w:tcPr>
          <w:p w14:paraId="1B3F532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65FF25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A119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1362E810" w14:textId="77777777" w:rsidTr="00054406">
        <w:tc>
          <w:tcPr>
            <w:tcW w:w="1701" w:type="dxa"/>
          </w:tcPr>
          <w:p w14:paraId="70157FD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3D67E2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6B25B3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AAE2AC9" w14:textId="77777777" w:rsidTr="00054406">
        <w:tc>
          <w:tcPr>
            <w:tcW w:w="1701" w:type="dxa"/>
          </w:tcPr>
          <w:p w14:paraId="546D6A6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98D5C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64E08A2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5305C73E" w14:textId="77777777" w:rsidTr="00054406">
        <w:tc>
          <w:tcPr>
            <w:tcW w:w="1701" w:type="dxa"/>
          </w:tcPr>
          <w:p w14:paraId="76AC254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51F00D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1700F3F" w14:textId="77777777" w:rsidR="00215038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0564E16A" w14:textId="77777777" w:rsidTr="00054406">
        <w:tc>
          <w:tcPr>
            <w:tcW w:w="1701" w:type="dxa"/>
          </w:tcPr>
          <w:p w14:paraId="1FB969D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71D5E0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CAD09F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E7C06BA" w14:textId="77777777" w:rsidTr="00054406">
        <w:tc>
          <w:tcPr>
            <w:tcW w:w="1701" w:type="dxa"/>
          </w:tcPr>
          <w:p w14:paraId="0A28635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7703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2BBECE6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66340163" w14:textId="77777777" w:rsidTr="00054406">
        <w:tc>
          <w:tcPr>
            <w:tcW w:w="1701" w:type="dxa"/>
          </w:tcPr>
          <w:p w14:paraId="471AD8E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FED1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29C78487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26D13C41" w14:textId="77777777" w:rsidTr="00054406">
        <w:tc>
          <w:tcPr>
            <w:tcW w:w="1701" w:type="dxa"/>
          </w:tcPr>
          <w:p w14:paraId="742624B4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65B03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98A3D1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4014D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0130F8" w14:textId="4413E1A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C42B17" w14:textId="77777777" w:rsidR="00C8239E" w:rsidRPr="009C54AE" w:rsidRDefault="00C823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864F0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92530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7503ED8F" w14:textId="77777777" w:rsidTr="003D60DD">
        <w:tc>
          <w:tcPr>
            <w:tcW w:w="9639" w:type="dxa"/>
          </w:tcPr>
          <w:p w14:paraId="3787EFB6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2A4A6843" w14:textId="77777777" w:rsidTr="003D60DD">
        <w:tc>
          <w:tcPr>
            <w:tcW w:w="9639" w:type="dxa"/>
          </w:tcPr>
          <w:p w14:paraId="32BD7BFD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0FBE7CEF" w14:textId="77777777" w:rsidTr="003D60DD">
        <w:tc>
          <w:tcPr>
            <w:tcW w:w="9639" w:type="dxa"/>
          </w:tcPr>
          <w:p w14:paraId="038E9388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335175CA" w14:textId="77777777" w:rsidTr="003D60DD">
        <w:tc>
          <w:tcPr>
            <w:tcW w:w="9639" w:type="dxa"/>
          </w:tcPr>
          <w:p w14:paraId="19CB9CF7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8BB2760" w14:textId="77777777" w:rsidTr="003D60DD">
        <w:tc>
          <w:tcPr>
            <w:tcW w:w="9639" w:type="dxa"/>
          </w:tcPr>
          <w:p w14:paraId="572099D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29A1437B" w14:textId="77777777" w:rsidTr="003D60DD">
        <w:tc>
          <w:tcPr>
            <w:tcW w:w="9639" w:type="dxa"/>
          </w:tcPr>
          <w:p w14:paraId="5EE245EB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Wizerunek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rmy i zasady jego kształtowania</w:t>
            </w:r>
          </w:p>
        </w:tc>
      </w:tr>
      <w:tr w:rsidR="00784DDA" w:rsidRPr="009C54AE" w14:paraId="5203EEBA" w14:textId="77777777" w:rsidTr="003D60DD">
        <w:tc>
          <w:tcPr>
            <w:tcW w:w="9639" w:type="dxa"/>
          </w:tcPr>
          <w:p w14:paraId="2AA689D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 w sytuacjach kryzysowych</w:t>
            </w:r>
          </w:p>
        </w:tc>
      </w:tr>
      <w:tr w:rsidR="00784DDA" w:rsidRPr="009C54AE" w14:paraId="625A7E9E" w14:textId="77777777" w:rsidTr="003D60DD">
        <w:tc>
          <w:tcPr>
            <w:tcW w:w="9639" w:type="dxa"/>
          </w:tcPr>
          <w:p w14:paraId="7BEA30AE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e-PR – public relations w Internecie</w:t>
            </w:r>
          </w:p>
        </w:tc>
      </w:tr>
    </w:tbl>
    <w:p w14:paraId="6E6963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2CF99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6FB6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8735E" w14:textId="27EB2D78" w:rsidR="00E960BB" w:rsidRPr="009026B1" w:rsidRDefault="002A38C9" w:rsidP="00C8239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0FEA0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9EB5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358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2E7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C20A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663C28AC" w14:textId="77777777" w:rsidTr="00054406">
        <w:tc>
          <w:tcPr>
            <w:tcW w:w="1985" w:type="dxa"/>
            <w:vAlign w:val="center"/>
          </w:tcPr>
          <w:p w14:paraId="231C37A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8F55B0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702D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961F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388B1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5038" w:rsidRPr="009C54AE" w14:paraId="1ACF3193" w14:textId="77777777" w:rsidTr="00054406">
        <w:tc>
          <w:tcPr>
            <w:tcW w:w="1985" w:type="dxa"/>
          </w:tcPr>
          <w:p w14:paraId="2CF1477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F509406" w14:textId="2391D802" w:rsidR="00215038" w:rsidRPr="009C54AE" w:rsidRDefault="002A38C9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114B8F90" w14:textId="2E8D843C" w:rsidR="00215038" w:rsidRPr="009C54AE" w:rsidRDefault="00C8239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3231939" w14:textId="77777777" w:rsidTr="00054406">
        <w:tc>
          <w:tcPr>
            <w:tcW w:w="1985" w:type="dxa"/>
          </w:tcPr>
          <w:p w14:paraId="19AD98F7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3D1F6ED" w14:textId="651D6311" w:rsidR="00C8239E" w:rsidRPr="009C54AE" w:rsidRDefault="002A38C9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C8239E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18FAA89C" w14:textId="22A9F33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590C454" w14:textId="77777777" w:rsidTr="00054406">
        <w:tc>
          <w:tcPr>
            <w:tcW w:w="1985" w:type="dxa"/>
          </w:tcPr>
          <w:p w14:paraId="548B9485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9CD92FA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E8C4070" w14:textId="3C0BA793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13EE8636" w14:textId="77777777" w:rsidTr="00054406">
        <w:tc>
          <w:tcPr>
            <w:tcW w:w="1985" w:type="dxa"/>
          </w:tcPr>
          <w:p w14:paraId="2DC8BAD6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8B461F0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B1DDE87" w14:textId="3BDFD964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3CFC62CD" w14:textId="77777777" w:rsidTr="00054406">
        <w:tc>
          <w:tcPr>
            <w:tcW w:w="1985" w:type="dxa"/>
          </w:tcPr>
          <w:p w14:paraId="409F7CB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17F592F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4D8D3378" w14:textId="21C1227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453F0AF" w14:textId="77777777" w:rsidTr="00054406">
        <w:tc>
          <w:tcPr>
            <w:tcW w:w="1985" w:type="dxa"/>
          </w:tcPr>
          <w:p w14:paraId="3967350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7693BBB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B256301" w14:textId="26C5E55A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12DDB0D" w14:textId="77777777" w:rsidTr="00054406">
        <w:tc>
          <w:tcPr>
            <w:tcW w:w="1985" w:type="dxa"/>
          </w:tcPr>
          <w:p w14:paraId="334542D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210C38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5DE6DFA" w14:textId="3CD670DB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395A4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9972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39B8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4C64F07B" w14:textId="77777777" w:rsidTr="00215038">
        <w:tc>
          <w:tcPr>
            <w:tcW w:w="9670" w:type="dxa"/>
          </w:tcPr>
          <w:p w14:paraId="397331F7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80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1350B1F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9C907E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504136A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70DBA48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543976D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D14F60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</w:t>
            </w:r>
            <w:proofErr w:type="gramStart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-  90</w:t>
            </w:r>
            <w:proofErr w:type="gramEnd"/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- dobry plus, </w:t>
            </w:r>
          </w:p>
          <w:p w14:paraId="28305F8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91% </w:t>
            </w:r>
            <w:proofErr w:type="gramStart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-  100</w:t>
            </w:r>
            <w:proofErr w:type="gramEnd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- bardzo dobry</w:t>
            </w:r>
          </w:p>
          <w:p w14:paraId="7302C5A3" w14:textId="3179747F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576A78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3E1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EEE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D56369C" w14:textId="77777777" w:rsidTr="003E1941">
        <w:tc>
          <w:tcPr>
            <w:tcW w:w="4962" w:type="dxa"/>
            <w:vAlign w:val="center"/>
          </w:tcPr>
          <w:p w14:paraId="5E74E6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C04CFC" w14:textId="1B770B3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A38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C45FAFB" w14:textId="77777777" w:rsidTr="00923D7D">
        <w:tc>
          <w:tcPr>
            <w:tcW w:w="4962" w:type="dxa"/>
          </w:tcPr>
          <w:p w14:paraId="6F7A01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69564BA" w14:textId="77777777" w:rsidR="009026B1" w:rsidRPr="009C54AE" w:rsidRDefault="00EE3409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3FFB8BA6" w14:textId="77777777" w:rsidTr="00923D7D">
        <w:tc>
          <w:tcPr>
            <w:tcW w:w="4962" w:type="dxa"/>
          </w:tcPr>
          <w:p w14:paraId="43BA26A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68D83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3B74C5" w14:textId="77777777" w:rsidR="009026B1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BF24965" w14:textId="77777777" w:rsidTr="00923D7D">
        <w:tc>
          <w:tcPr>
            <w:tcW w:w="4962" w:type="dxa"/>
          </w:tcPr>
          <w:p w14:paraId="372EE160" w14:textId="448E2F68" w:rsidR="009026B1" w:rsidRPr="009C54AE" w:rsidRDefault="009026B1" w:rsidP="00661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615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88ECD4" w14:textId="42361CE7" w:rsidR="009026B1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EF01AA2" w14:textId="77777777" w:rsidTr="00923D7D">
        <w:tc>
          <w:tcPr>
            <w:tcW w:w="4962" w:type="dxa"/>
          </w:tcPr>
          <w:p w14:paraId="28F693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80314D" w14:textId="1751E946" w:rsidR="0085747A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233F3B8" w14:textId="77777777" w:rsidTr="00923D7D">
        <w:tc>
          <w:tcPr>
            <w:tcW w:w="4962" w:type="dxa"/>
          </w:tcPr>
          <w:p w14:paraId="6C3A93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3A008D" w14:textId="537A1029" w:rsidR="0085747A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19B32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AF3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4EEF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54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EAD8341" w14:textId="77777777" w:rsidTr="00C8239E">
        <w:trPr>
          <w:trHeight w:val="397"/>
          <w:jc w:val="center"/>
        </w:trPr>
        <w:tc>
          <w:tcPr>
            <w:tcW w:w="3544" w:type="dxa"/>
          </w:tcPr>
          <w:p w14:paraId="01958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41FDAB" w14:textId="09B4490B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32AB12" w14:textId="77777777" w:rsidTr="00C8239E">
        <w:trPr>
          <w:trHeight w:val="397"/>
          <w:jc w:val="center"/>
        </w:trPr>
        <w:tc>
          <w:tcPr>
            <w:tcW w:w="3544" w:type="dxa"/>
          </w:tcPr>
          <w:p w14:paraId="41913C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D4F11C" w14:textId="6462E969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D99A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C96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05118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DCC252" w14:textId="77777777" w:rsidTr="00C8239E">
        <w:trPr>
          <w:trHeight w:val="397"/>
          <w:jc w:val="center"/>
        </w:trPr>
        <w:tc>
          <w:tcPr>
            <w:tcW w:w="7513" w:type="dxa"/>
          </w:tcPr>
          <w:p w14:paraId="6F7E2F26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E3AD1B" w14:textId="584FB97A" w:rsid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 public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relations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wizerunek, reputacja, tożsamość / Wojciech Budzyński. - Warszawa: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7774B8A6" w14:textId="77777777" w:rsidR="009026B1" w:rsidRP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relations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Wyd. 6. -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2162447C" w14:textId="77777777" w:rsidTr="00C8239E">
        <w:trPr>
          <w:trHeight w:val="397"/>
          <w:jc w:val="center"/>
        </w:trPr>
        <w:tc>
          <w:tcPr>
            <w:tcW w:w="7513" w:type="dxa"/>
          </w:tcPr>
          <w:p w14:paraId="5717B41B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65545D" w14:textId="77777777" w:rsidR="009026B1" w:rsidRPr="00DA463C" w:rsidRDefault="00DA463C" w:rsidP="006615BD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Seitel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F.P. The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practice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of Public Relations.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Harlow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Essex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England Pearson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Education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Limited, 2014.</w:t>
            </w:r>
          </w:p>
        </w:tc>
      </w:tr>
    </w:tbl>
    <w:p w14:paraId="51EA14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2428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3F86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A5AC5" w14:textId="77777777" w:rsidR="00D209DC" w:rsidRDefault="00D209DC" w:rsidP="00C16ABF">
      <w:pPr>
        <w:spacing w:after="0" w:line="240" w:lineRule="auto"/>
      </w:pPr>
      <w:r>
        <w:separator/>
      </w:r>
    </w:p>
  </w:endnote>
  <w:endnote w:type="continuationSeparator" w:id="0">
    <w:p w14:paraId="38E0DBE6" w14:textId="77777777" w:rsidR="00D209DC" w:rsidRDefault="00D209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51987" w14:textId="77777777" w:rsidR="00D209DC" w:rsidRDefault="00D209DC" w:rsidP="00C16ABF">
      <w:pPr>
        <w:spacing w:after="0" w:line="240" w:lineRule="auto"/>
      </w:pPr>
      <w:r>
        <w:separator/>
      </w:r>
    </w:p>
  </w:footnote>
  <w:footnote w:type="continuationSeparator" w:id="0">
    <w:p w14:paraId="78209906" w14:textId="77777777" w:rsidR="00D209DC" w:rsidRDefault="00D209DC" w:rsidP="00C16ABF">
      <w:pPr>
        <w:spacing w:after="0" w:line="240" w:lineRule="auto"/>
      </w:pPr>
      <w:r>
        <w:continuationSeparator/>
      </w:r>
    </w:p>
  </w:footnote>
  <w:footnote w:id="1">
    <w:p w14:paraId="7EDE355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95A42"/>
    <w:multiLevelType w:val="hybridMultilevel"/>
    <w:tmpl w:val="2D825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4EE9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8C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DD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B0B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9A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5B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C12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17A1"/>
    <w:rsid w:val="008A45F7"/>
    <w:rsid w:val="008B471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649"/>
    <w:rsid w:val="009D3F3B"/>
    <w:rsid w:val="009E0543"/>
    <w:rsid w:val="009E3B41"/>
    <w:rsid w:val="009F3C5C"/>
    <w:rsid w:val="009F4610"/>
    <w:rsid w:val="00A00ECC"/>
    <w:rsid w:val="00A03E5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6B3"/>
    <w:rsid w:val="00BB520A"/>
    <w:rsid w:val="00BC797F"/>
    <w:rsid w:val="00BD3869"/>
    <w:rsid w:val="00BD66E9"/>
    <w:rsid w:val="00BD6FF4"/>
    <w:rsid w:val="00BF2C41"/>
    <w:rsid w:val="00C058B4"/>
    <w:rsid w:val="00C05F44"/>
    <w:rsid w:val="00C067E1"/>
    <w:rsid w:val="00C131B5"/>
    <w:rsid w:val="00C16ABF"/>
    <w:rsid w:val="00C170AE"/>
    <w:rsid w:val="00C26CB7"/>
    <w:rsid w:val="00C324C1"/>
    <w:rsid w:val="00C36795"/>
    <w:rsid w:val="00C36992"/>
    <w:rsid w:val="00C56036"/>
    <w:rsid w:val="00C61DC5"/>
    <w:rsid w:val="00C67E92"/>
    <w:rsid w:val="00C70A26"/>
    <w:rsid w:val="00C766DF"/>
    <w:rsid w:val="00C8239E"/>
    <w:rsid w:val="00C94B98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09DC"/>
    <w:rsid w:val="00D26B2C"/>
    <w:rsid w:val="00D27F1A"/>
    <w:rsid w:val="00D352C9"/>
    <w:rsid w:val="00D425B2"/>
    <w:rsid w:val="00D428D6"/>
    <w:rsid w:val="00D552B2"/>
    <w:rsid w:val="00D608D1"/>
    <w:rsid w:val="00D66098"/>
    <w:rsid w:val="00D74119"/>
    <w:rsid w:val="00D8075B"/>
    <w:rsid w:val="00D83A86"/>
    <w:rsid w:val="00D8678B"/>
    <w:rsid w:val="00D9706F"/>
    <w:rsid w:val="00DA2114"/>
    <w:rsid w:val="00DA463C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05C"/>
    <w:rsid w:val="00FB7DBA"/>
    <w:rsid w:val="00FC1C25"/>
    <w:rsid w:val="00FC3F45"/>
    <w:rsid w:val="00FC7C3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1A85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60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60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605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60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605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A3794-DC6E-4070-97FC-82AB47A474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BF0C60-7651-4CAB-9B02-E83F337DA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C27D16-A51E-4CCC-9000-FE8FC7A43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ECB6C9-96FF-4D83-A4C7-2DE072BD7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</TotalTime>
  <Pages>1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2020-12-02T08:38:00Z</dcterms:created>
  <dcterms:modified xsi:type="dcterms:W3CDTF">2022-09-22T17:42:00Z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